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C42" w:rsidRDefault="008F3C42" w:rsidP="005657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3C42" w:rsidRDefault="008F3C42" w:rsidP="005657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3C42" w:rsidRPr="008E594B" w:rsidRDefault="008F3C42" w:rsidP="0056570A">
      <w:pPr>
        <w:jc w:val="center"/>
        <w:rPr>
          <w:rFonts w:ascii="Times New Roman" w:hAnsi="Times New Roman"/>
          <w:b/>
          <w:sz w:val="20"/>
          <w:szCs w:val="28"/>
        </w:rPr>
      </w:pPr>
    </w:p>
    <w:p w:rsidR="008F3C42" w:rsidRPr="00846131" w:rsidRDefault="008F3C42" w:rsidP="0056570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640B">
        <w:rPr>
          <w:rFonts w:ascii="Times New Roman" w:hAnsi="Times New Roman"/>
          <w:b/>
          <w:sz w:val="28"/>
          <w:szCs w:val="28"/>
        </w:rPr>
        <w:t xml:space="preserve">О соглашениях об осуществлении международных </w:t>
      </w:r>
      <w:r>
        <w:rPr>
          <w:rFonts w:ascii="Times New Roman" w:hAnsi="Times New Roman"/>
          <w:b/>
          <w:sz w:val="28"/>
          <w:szCs w:val="28"/>
        </w:rPr>
        <w:br/>
      </w:r>
      <w:r w:rsidRPr="0010640B">
        <w:rPr>
          <w:rFonts w:ascii="Times New Roman" w:hAnsi="Times New Roman"/>
          <w:b/>
          <w:sz w:val="28"/>
          <w:szCs w:val="28"/>
        </w:rPr>
        <w:t>и внешнеэкономических связей Ульяновской области</w:t>
      </w:r>
    </w:p>
    <w:p w:rsidR="008F3C42" w:rsidRDefault="008F3C42" w:rsidP="008E594B">
      <w:pPr>
        <w:pStyle w:val="ConsPlusNormal"/>
        <w:outlineLvl w:val="0"/>
        <w:rPr>
          <w:rFonts w:ascii="Times New Roman" w:hAnsi="Times New Roman" w:cs="Times New Roman"/>
          <w:sz w:val="24"/>
          <w:szCs w:val="28"/>
        </w:rPr>
      </w:pPr>
    </w:p>
    <w:p w:rsidR="008F3C42" w:rsidRPr="00F87AFF" w:rsidRDefault="008F3C42" w:rsidP="00AC710B">
      <w:pPr>
        <w:pStyle w:val="ConsNormal"/>
        <w:ind w:right="0" w:firstLine="0"/>
        <w:rPr>
          <w:rFonts w:ascii="Times New Roman" w:hAnsi="Times New Roman" w:cs="Times New Roman"/>
          <w:iCs/>
          <w:sz w:val="28"/>
          <w:szCs w:val="28"/>
        </w:rPr>
      </w:pPr>
    </w:p>
    <w:p w:rsidR="008F3C42" w:rsidRPr="00F87AFF" w:rsidRDefault="008F3C42" w:rsidP="00AC710B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87AFF">
        <w:rPr>
          <w:rFonts w:ascii="Times New Roman" w:hAnsi="Times New Roman" w:cs="Times New Roman"/>
          <w:sz w:val="24"/>
          <w:szCs w:val="24"/>
        </w:rPr>
        <w:t>Принят Законодательным</w:t>
      </w:r>
      <w:r>
        <w:rPr>
          <w:rFonts w:ascii="Times New Roman" w:hAnsi="Times New Roman" w:cs="Times New Roman"/>
          <w:sz w:val="24"/>
          <w:szCs w:val="24"/>
        </w:rPr>
        <w:t xml:space="preserve"> Собранием Ульяновской области 31</w:t>
      </w:r>
      <w:r w:rsidRPr="00F87A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F87AF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87AF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F3C42" w:rsidRPr="008E594B" w:rsidRDefault="008F3C42" w:rsidP="008E594B">
      <w:pPr>
        <w:pStyle w:val="ConsPlusNormal"/>
        <w:outlineLvl w:val="0"/>
        <w:rPr>
          <w:rFonts w:ascii="Times New Roman" w:hAnsi="Times New Roman" w:cs="Times New Roman"/>
          <w:sz w:val="24"/>
          <w:szCs w:val="28"/>
        </w:rPr>
      </w:pPr>
    </w:p>
    <w:p w:rsidR="008F3C42" w:rsidRPr="008E594B" w:rsidRDefault="008F3C42" w:rsidP="008E594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8"/>
        </w:rPr>
      </w:pPr>
    </w:p>
    <w:p w:rsidR="008F3C42" w:rsidRPr="008E594B" w:rsidRDefault="008F3C42" w:rsidP="008E594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8"/>
        </w:rPr>
      </w:pPr>
    </w:p>
    <w:p w:rsidR="008F3C42" w:rsidRPr="00846131" w:rsidRDefault="008F3C42" w:rsidP="0056570A">
      <w:pPr>
        <w:pStyle w:val="ConsPlusNormal"/>
        <w:spacing w:line="360" w:lineRule="auto"/>
        <w:ind w:firstLine="7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46131">
        <w:rPr>
          <w:rFonts w:ascii="Times New Roman" w:hAnsi="Times New Roman" w:cs="Times New Roman"/>
          <w:sz w:val="28"/>
          <w:szCs w:val="28"/>
        </w:rPr>
        <w:t xml:space="preserve">Статья 1. </w:t>
      </w:r>
      <w:r w:rsidRPr="00846131">
        <w:rPr>
          <w:rFonts w:ascii="Times New Roman" w:hAnsi="Times New Roman" w:cs="Times New Roman"/>
          <w:b/>
          <w:sz w:val="28"/>
          <w:szCs w:val="28"/>
        </w:rPr>
        <w:t>Предмет правового регулирования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640B">
        <w:rPr>
          <w:rFonts w:ascii="Times New Roman" w:hAnsi="Times New Roman" w:cs="Times New Roman"/>
          <w:b/>
          <w:sz w:val="28"/>
          <w:szCs w:val="28"/>
        </w:rPr>
        <w:t>настоящего Закона</w:t>
      </w:r>
    </w:p>
    <w:p w:rsidR="008F3C42" w:rsidRPr="004969BF" w:rsidRDefault="008F3C42" w:rsidP="005657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C42" w:rsidRPr="0056570A" w:rsidRDefault="008F3C42" w:rsidP="00AC710B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70A">
        <w:rPr>
          <w:rFonts w:ascii="Times New Roman" w:hAnsi="Times New Roman" w:cs="Times New Roman"/>
          <w:sz w:val="28"/>
          <w:szCs w:val="28"/>
        </w:rPr>
        <w:t>Настоящий Закон в случаях и пределах, устано</w:t>
      </w:r>
      <w:r>
        <w:rPr>
          <w:rFonts w:ascii="Times New Roman" w:hAnsi="Times New Roman" w:cs="Times New Roman"/>
          <w:sz w:val="28"/>
          <w:szCs w:val="28"/>
        </w:rPr>
        <w:t xml:space="preserve">вленных Федеральным законом от </w:t>
      </w:r>
      <w:r w:rsidRPr="0056570A">
        <w:rPr>
          <w:rFonts w:ascii="Times New Roman" w:hAnsi="Times New Roman" w:cs="Times New Roman"/>
          <w:sz w:val="28"/>
          <w:szCs w:val="28"/>
        </w:rPr>
        <w:t xml:space="preserve">4 января 1999 года № 4-ФЗ «О координации международных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>и внешнеэкономических связей субъектов Российской Федерации» (далее – Федеральный зак</w:t>
      </w:r>
      <w:r>
        <w:rPr>
          <w:rFonts w:ascii="Times New Roman" w:hAnsi="Times New Roman" w:cs="Times New Roman"/>
          <w:sz w:val="28"/>
          <w:szCs w:val="28"/>
        </w:rPr>
        <w:t>он «О координации международных</w:t>
      </w:r>
      <w:r w:rsidRPr="0056570A">
        <w:rPr>
          <w:rFonts w:ascii="Times New Roman" w:hAnsi="Times New Roman" w:cs="Times New Roman"/>
          <w:sz w:val="28"/>
          <w:szCs w:val="28"/>
        </w:rPr>
        <w:t xml:space="preserve"> и внешнеэкономических связей субъектов Российской Федерации») и иными нормативными правовыми актами Российской Федерации, регулирует отношения, возникающие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 xml:space="preserve">с заключением, выполнением, изменением и расторжением соглашений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>об осуществлении Ульяновской областью международного сотрудничества, международных и внешнеэкономических связей (далее – соглашения).</w:t>
      </w:r>
    </w:p>
    <w:p w:rsidR="008F3C42" w:rsidRPr="004969BF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3C42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2. </w:t>
      </w:r>
      <w:r w:rsidRPr="006B4A66">
        <w:rPr>
          <w:rFonts w:ascii="Times New Roman" w:hAnsi="Times New Roman" w:cs="Times New Roman"/>
          <w:b/>
          <w:sz w:val="28"/>
          <w:szCs w:val="28"/>
        </w:rPr>
        <w:t>Лица, с которыми могут заключаться соглашения</w:t>
      </w:r>
    </w:p>
    <w:p w:rsidR="008F3C42" w:rsidRPr="004969BF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3C42" w:rsidRPr="0056570A" w:rsidRDefault="008F3C42" w:rsidP="00AC710B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70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 координации международных 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>и внешнеэкономических связей субъектов Российской Федерации» соглашения могут заключаться с субъектами иностранных федеративных государств, административно-территориальными образованиями иностранных государств, международными организациями в случае предполагаемого участия Ульяновской области в деятельности соответствующих международных организаций в рамках органов, созданных специально для этой цели, а также, с согласия Правительства Российской Федерации, с органами государственной власти иностранных государств.</w:t>
      </w:r>
    </w:p>
    <w:p w:rsidR="008F3C42" w:rsidRDefault="008F3C42" w:rsidP="000A26E2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70A">
        <w:rPr>
          <w:rFonts w:ascii="Times New Roman" w:hAnsi="Times New Roman" w:cs="Times New Roman"/>
          <w:sz w:val="28"/>
          <w:szCs w:val="28"/>
        </w:rPr>
        <w:t>Статья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171">
        <w:rPr>
          <w:rFonts w:ascii="Times New Roman" w:hAnsi="Times New Roman" w:cs="Times New Roman"/>
          <w:b/>
          <w:sz w:val="28"/>
          <w:szCs w:val="28"/>
        </w:rPr>
        <w:t xml:space="preserve">Вопросы, по которым </w:t>
      </w:r>
      <w:r>
        <w:rPr>
          <w:rFonts w:ascii="Times New Roman" w:hAnsi="Times New Roman" w:cs="Times New Roman"/>
          <w:b/>
          <w:sz w:val="28"/>
          <w:szCs w:val="28"/>
        </w:rPr>
        <w:t xml:space="preserve">могут </w:t>
      </w:r>
      <w:r w:rsidRPr="00A10171">
        <w:rPr>
          <w:rFonts w:ascii="Times New Roman" w:hAnsi="Times New Roman" w:cs="Times New Roman"/>
          <w:b/>
          <w:sz w:val="28"/>
          <w:szCs w:val="28"/>
        </w:rPr>
        <w:t>заключат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A10171">
        <w:rPr>
          <w:rFonts w:ascii="Times New Roman" w:hAnsi="Times New Roman" w:cs="Times New Roman"/>
          <w:b/>
          <w:sz w:val="28"/>
          <w:szCs w:val="28"/>
        </w:rPr>
        <w:t>ся соглашения</w:t>
      </w:r>
    </w:p>
    <w:p w:rsidR="008F3C42" w:rsidRPr="00846131" w:rsidRDefault="008F3C42" w:rsidP="000A26E2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56570A" w:rsidRDefault="008F3C42" w:rsidP="000A26E2">
      <w:pPr>
        <w:pStyle w:val="ConsPlusNormal"/>
        <w:tabs>
          <w:tab w:val="left" w:pos="0"/>
        </w:tabs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70A">
        <w:rPr>
          <w:rFonts w:ascii="Times New Roman" w:hAnsi="Times New Roman" w:cs="Times New Roman"/>
          <w:sz w:val="28"/>
          <w:szCs w:val="28"/>
        </w:rPr>
        <w:t>Соглашения могут заключаться по вопросам, отнесённым к полномочиям  органов государственной власти Ульяновской области по предметам ведения субъектов Российской Федерации и предметам совместного ведения Российской Федерации и субъектов Российской Федерации в пределах полномочий субъектов Российской Федерации.</w:t>
      </w:r>
    </w:p>
    <w:p w:rsidR="008F3C42" w:rsidRDefault="008F3C42" w:rsidP="000A26E2">
      <w:pPr>
        <w:pStyle w:val="ConsPlusNormal"/>
        <w:tabs>
          <w:tab w:val="left" w:pos="0"/>
        </w:tabs>
        <w:spacing w:line="365" w:lineRule="auto"/>
        <w:ind w:firstLine="780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846131" w:rsidRDefault="008F3C42" w:rsidP="000A26E2">
      <w:pPr>
        <w:pStyle w:val="ConsPlusNormal"/>
        <w:spacing w:line="365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9"/>
      <w:bookmarkEnd w:id="0"/>
      <w:r w:rsidRPr="0056570A">
        <w:rPr>
          <w:rFonts w:ascii="Times New Roman" w:hAnsi="Times New Roman" w:cs="Times New Roman"/>
          <w:sz w:val="28"/>
          <w:szCs w:val="28"/>
        </w:rPr>
        <w:t>Статья 4.</w:t>
      </w:r>
      <w:r w:rsidRPr="00846131">
        <w:rPr>
          <w:rFonts w:ascii="Times New Roman" w:hAnsi="Times New Roman" w:cs="Times New Roman"/>
          <w:sz w:val="28"/>
          <w:szCs w:val="28"/>
        </w:rPr>
        <w:t xml:space="preserve"> </w:t>
      </w:r>
      <w:r w:rsidRPr="00EE1CB6">
        <w:rPr>
          <w:rFonts w:ascii="Times New Roman" w:hAnsi="Times New Roman" w:cs="Times New Roman"/>
          <w:b/>
          <w:sz w:val="28"/>
          <w:szCs w:val="28"/>
        </w:rPr>
        <w:t>Виды соглашений и субъекты</w:t>
      </w:r>
      <w:r>
        <w:rPr>
          <w:rFonts w:ascii="Times New Roman" w:hAnsi="Times New Roman" w:cs="Times New Roman"/>
          <w:b/>
          <w:sz w:val="28"/>
          <w:szCs w:val="28"/>
        </w:rPr>
        <w:t xml:space="preserve"> их заключения </w:t>
      </w:r>
    </w:p>
    <w:p w:rsidR="008F3C42" w:rsidRPr="00846131" w:rsidRDefault="008F3C42" w:rsidP="000A26E2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56570A" w:rsidRDefault="008F3C42" w:rsidP="000A26E2">
      <w:pPr>
        <w:pStyle w:val="ConsPlusNormal"/>
        <w:tabs>
          <w:tab w:val="left" w:pos="426"/>
          <w:tab w:val="left" w:pos="709"/>
        </w:tabs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56570A">
        <w:rPr>
          <w:rFonts w:ascii="Times New Roman" w:hAnsi="Times New Roman" w:cs="Times New Roman"/>
          <w:sz w:val="28"/>
          <w:szCs w:val="28"/>
        </w:rPr>
        <w:t xml:space="preserve">Соглашения от имени Ульяновской области как субъекта Российской Федерации (далее – соглашения Ульяновской области) заключает Губернатор Ульяновской области. </w:t>
      </w:r>
    </w:p>
    <w:p w:rsidR="008F3C42" w:rsidRPr="00846131" w:rsidRDefault="008F3C42" w:rsidP="000A26E2">
      <w:pPr>
        <w:pStyle w:val="ConsPlusNormal"/>
        <w:tabs>
          <w:tab w:val="left" w:pos="426"/>
          <w:tab w:val="left" w:pos="709"/>
        </w:tabs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846131">
        <w:rPr>
          <w:rFonts w:ascii="Times New Roman" w:hAnsi="Times New Roman" w:cs="Times New Roman"/>
          <w:sz w:val="28"/>
          <w:szCs w:val="28"/>
        </w:rPr>
        <w:t>Правительство Ульяновской области вправе заключать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846131">
        <w:rPr>
          <w:rFonts w:ascii="Times New Roman" w:hAnsi="Times New Roman" w:cs="Times New Roman"/>
          <w:sz w:val="28"/>
          <w:szCs w:val="28"/>
        </w:rPr>
        <w:t>от своего имени по вопросам, отнес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846131">
        <w:rPr>
          <w:rFonts w:ascii="Times New Roman" w:hAnsi="Times New Roman" w:cs="Times New Roman"/>
          <w:sz w:val="28"/>
          <w:szCs w:val="28"/>
        </w:rPr>
        <w:t>нным к полномочиям Правительства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846131">
        <w:rPr>
          <w:rFonts w:ascii="Times New Roman" w:hAnsi="Times New Roman" w:cs="Times New Roman"/>
          <w:sz w:val="28"/>
          <w:szCs w:val="28"/>
        </w:rPr>
        <w:t>соглашения Правительства Ульяновской области).</w:t>
      </w:r>
    </w:p>
    <w:p w:rsidR="008F3C42" w:rsidRPr="00846131" w:rsidRDefault="008F3C42" w:rsidP="000A26E2">
      <w:pPr>
        <w:pStyle w:val="ConsPlusNormal"/>
        <w:tabs>
          <w:tab w:val="left" w:pos="426"/>
          <w:tab w:val="left" w:pos="709"/>
        </w:tabs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46131">
        <w:rPr>
          <w:rFonts w:ascii="Times New Roman" w:hAnsi="Times New Roman" w:cs="Times New Roman"/>
          <w:sz w:val="28"/>
          <w:szCs w:val="28"/>
        </w:rPr>
        <w:t xml:space="preserve">. </w:t>
      </w:r>
      <w:r w:rsidRPr="0056570A">
        <w:rPr>
          <w:rFonts w:ascii="Times New Roman" w:hAnsi="Times New Roman" w:cs="Times New Roman"/>
          <w:sz w:val="28"/>
          <w:szCs w:val="28"/>
        </w:rPr>
        <w:t xml:space="preserve">Сформированные Правительством Ульяновской области исполнительные органы государственной власти Ульяновской области с согласия Губернатора Ульяновской области вправе заключать соглашения от своего имени по вопросам, отнесённым к их полномочиям </w:t>
      </w:r>
      <w:r w:rsidRPr="00846131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846131">
        <w:rPr>
          <w:rFonts w:ascii="Times New Roman" w:hAnsi="Times New Roman" w:cs="Times New Roman"/>
          <w:sz w:val="28"/>
          <w:szCs w:val="28"/>
        </w:rPr>
        <w:t>соглашения исполнительных органов).</w:t>
      </w:r>
    </w:p>
    <w:p w:rsidR="008F3C42" w:rsidRDefault="008F3C42" w:rsidP="000A26E2">
      <w:pPr>
        <w:pStyle w:val="ConsPlusNormal"/>
        <w:spacing w:line="365" w:lineRule="auto"/>
        <w:ind w:left="1950" w:hanging="124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F3C42" w:rsidRPr="002E0437" w:rsidRDefault="008F3C42" w:rsidP="004075B1">
      <w:pPr>
        <w:pStyle w:val="ConsPlusNormal"/>
        <w:ind w:left="1951" w:hanging="1242"/>
        <w:jc w:val="both"/>
        <w:outlineLvl w:val="0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56570A">
        <w:rPr>
          <w:rFonts w:ascii="Times New Roman" w:hAnsi="Times New Roman" w:cs="Times New Roman"/>
          <w:sz w:val="28"/>
          <w:szCs w:val="28"/>
        </w:rPr>
        <w:t>Статья 5.</w:t>
      </w:r>
      <w:r w:rsidRPr="008461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Лица, уполномоченные на</w:t>
      </w:r>
      <w:r w:rsidRPr="00A10171">
        <w:rPr>
          <w:rFonts w:ascii="Times New Roman" w:hAnsi="Times New Roman" w:cs="Times New Roman"/>
          <w:b/>
          <w:sz w:val="28"/>
          <w:szCs w:val="28"/>
        </w:rPr>
        <w:t xml:space="preserve"> ведени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10171">
        <w:rPr>
          <w:rFonts w:ascii="Times New Roman" w:hAnsi="Times New Roman" w:cs="Times New Roman"/>
          <w:b/>
          <w:sz w:val="28"/>
          <w:szCs w:val="28"/>
        </w:rPr>
        <w:t xml:space="preserve"> переговоров по вопросам </w:t>
      </w:r>
      <w:r w:rsidRPr="002E0437">
        <w:rPr>
          <w:rFonts w:ascii="Times New Roman" w:hAnsi="Times New Roman" w:cs="Times New Roman"/>
          <w:b/>
          <w:spacing w:val="-4"/>
          <w:sz w:val="28"/>
          <w:szCs w:val="28"/>
        </w:rPr>
        <w:t>заключения соглашений. Инициаторы заключения соглашений</w:t>
      </w:r>
    </w:p>
    <w:p w:rsidR="008F3C42" w:rsidRDefault="008F3C42" w:rsidP="000A26E2">
      <w:pPr>
        <w:pStyle w:val="ConsPlusNormal"/>
        <w:spacing w:line="365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F3C42" w:rsidRPr="0056570A" w:rsidRDefault="008F3C42" w:rsidP="000A26E2">
      <w:pPr>
        <w:pStyle w:val="ConsPlusNormal"/>
        <w:spacing w:line="365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56570A">
        <w:rPr>
          <w:rFonts w:ascii="Times New Roman" w:hAnsi="Times New Roman" w:cs="Times New Roman"/>
          <w:sz w:val="28"/>
          <w:szCs w:val="28"/>
        </w:rPr>
        <w:t>Переговоры по вопросам заключения соглашений ведут Губернатор Ульяновской области либо уполномоченные им на то лица.</w:t>
      </w:r>
    </w:p>
    <w:p w:rsidR="008F3C42" w:rsidRPr="0056570A" w:rsidRDefault="008F3C42" w:rsidP="000A26E2">
      <w:pPr>
        <w:pStyle w:val="ConsPlusNormal"/>
        <w:spacing w:line="365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570A">
        <w:rPr>
          <w:rFonts w:ascii="Times New Roman" w:hAnsi="Times New Roman" w:cs="Times New Roman"/>
          <w:sz w:val="28"/>
          <w:szCs w:val="28"/>
        </w:rPr>
        <w:t>2. Инициаторами заключения соглашений могут быть:</w:t>
      </w:r>
    </w:p>
    <w:p w:rsidR="008F3C42" w:rsidRDefault="008F3C42" w:rsidP="000A26E2">
      <w:pPr>
        <w:pStyle w:val="ConsPlusNormal"/>
        <w:spacing w:line="365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570A">
        <w:rPr>
          <w:rFonts w:ascii="Times New Roman" w:hAnsi="Times New Roman" w:cs="Times New Roman"/>
          <w:sz w:val="28"/>
          <w:szCs w:val="28"/>
        </w:rPr>
        <w:t xml:space="preserve">1) члены Правительства Ульяновской области, указанные в пунктах 2-7 части 2 статьи 3 Закона Ульяновской области от 9 июня 2005 года № 043-ЗО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>«О Правительстве Ульяновской области»;</w:t>
      </w:r>
    </w:p>
    <w:p w:rsidR="008F3C42" w:rsidRPr="0056570A" w:rsidRDefault="008F3C42" w:rsidP="000A26E2">
      <w:pPr>
        <w:pStyle w:val="ConsPlusNormal"/>
        <w:spacing w:line="35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570A">
        <w:rPr>
          <w:rFonts w:ascii="Times New Roman" w:hAnsi="Times New Roman" w:cs="Times New Roman"/>
          <w:sz w:val="28"/>
          <w:szCs w:val="28"/>
        </w:rPr>
        <w:t xml:space="preserve">2) руководители сформированных Правительством Ульяновской области исполнительных органов государственной власти Ульяновской области,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>не являющиеся членами Правительства Ульяновской области;</w:t>
      </w:r>
    </w:p>
    <w:p w:rsidR="008F3C42" w:rsidRPr="0056570A" w:rsidRDefault="008F3C42" w:rsidP="000A26E2">
      <w:pPr>
        <w:pStyle w:val="ConsPlusNormal"/>
        <w:spacing w:line="35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570A">
        <w:rPr>
          <w:rFonts w:ascii="Times New Roman" w:hAnsi="Times New Roman" w:cs="Times New Roman"/>
          <w:sz w:val="28"/>
          <w:szCs w:val="28"/>
        </w:rPr>
        <w:t>3) уполномоченные представители лиц, указанных в статье 2 настоящего Закона.</w:t>
      </w:r>
    </w:p>
    <w:p w:rsidR="008F3C42" w:rsidRPr="0056570A" w:rsidRDefault="008F3C42" w:rsidP="000A26E2">
      <w:pPr>
        <w:autoSpaceDE w:val="0"/>
        <w:autoSpaceDN w:val="0"/>
        <w:adjustRightInd w:val="0"/>
        <w:spacing w:after="0" w:line="35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F3C42" w:rsidRPr="00846131" w:rsidRDefault="008F3C42" w:rsidP="000A26E2">
      <w:pPr>
        <w:autoSpaceDE w:val="0"/>
        <w:autoSpaceDN w:val="0"/>
        <w:adjustRightInd w:val="0"/>
        <w:spacing w:after="0" w:line="35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6570A">
        <w:rPr>
          <w:rFonts w:ascii="Times New Roman" w:hAnsi="Times New Roman"/>
          <w:sz w:val="28"/>
          <w:szCs w:val="28"/>
        </w:rPr>
        <w:t>Статья 6.</w:t>
      </w:r>
      <w:r w:rsidRPr="00846131">
        <w:rPr>
          <w:rFonts w:ascii="Times New Roman" w:hAnsi="Times New Roman"/>
          <w:sz w:val="28"/>
          <w:szCs w:val="28"/>
        </w:rPr>
        <w:t xml:space="preserve"> </w:t>
      </w:r>
      <w:r w:rsidRPr="00846131">
        <w:rPr>
          <w:rFonts w:ascii="Times New Roman" w:hAnsi="Times New Roman"/>
          <w:b/>
          <w:sz w:val="28"/>
          <w:szCs w:val="28"/>
        </w:rPr>
        <w:t>Предложения о заключении соглашений</w:t>
      </w:r>
    </w:p>
    <w:p w:rsidR="008F3C42" w:rsidRDefault="008F3C42" w:rsidP="000A26E2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56570A" w:rsidRDefault="008F3C42" w:rsidP="000A26E2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Предложения о</w:t>
      </w:r>
      <w:r w:rsidRPr="0056570A">
        <w:rPr>
          <w:rFonts w:ascii="Times New Roman" w:hAnsi="Times New Roman" w:cs="Times New Roman"/>
          <w:sz w:val="28"/>
          <w:szCs w:val="28"/>
        </w:rPr>
        <w:t xml:space="preserve"> заключении соглашений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>и соглашений исполнительных органов направляются инициаторами заключения таких соглашений Губернатору Ульяновской области.</w:t>
      </w:r>
    </w:p>
    <w:p w:rsidR="008F3C42" w:rsidRPr="0056570A" w:rsidRDefault="008F3C42" w:rsidP="000A26E2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56570A">
        <w:rPr>
          <w:rFonts w:ascii="Times New Roman" w:hAnsi="Times New Roman" w:cs="Times New Roman"/>
          <w:sz w:val="28"/>
          <w:szCs w:val="28"/>
        </w:rPr>
        <w:t xml:space="preserve">Предложения о заключении соглашений Правительства Ульяновской области направляются инициаторами заключения таких соглашений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 xml:space="preserve">в Правительство Ульяновской области. </w:t>
      </w:r>
    </w:p>
    <w:p w:rsidR="008F3C42" w:rsidRPr="0056570A" w:rsidRDefault="008F3C42" w:rsidP="000A26E2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56570A">
        <w:rPr>
          <w:rFonts w:ascii="Times New Roman" w:hAnsi="Times New Roman" w:cs="Times New Roman"/>
          <w:sz w:val="28"/>
          <w:szCs w:val="28"/>
        </w:rPr>
        <w:t xml:space="preserve">Предложения о заключении соглашений должны содержать проект соглашения, обоснование целесообразности заключения соглашения, определение соответствия проекта соглашения законодательству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 xml:space="preserve">и законодательству Ульяновской области (в случае если инициаторами заключения соглашений являются лица, указанные в пунктах 1 и 2 части 2 статьи 5 настоящего Закона), а также оценку возможных финансово-экономических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>и иных последствий заключения соглашения.</w:t>
      </w:r>
    </w:p>
    <w:p w:rsidR="008F3C42" w:rsidRDefault="008F3C42" w:rsidP="000A26E2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56570A">
        <w:rPr>
          <w:rFonts w:ascii="Times New Roman" w:hAnsi="Times New Roman" w:cs="Times New Roman"/>
          <w:sz w:val="28"/>
          <w:szCs w:val="28"/>
        </w:rPr>
        <w:t xml:space="preserve">Порядок и сроки рассмотрения и согласования Губернатором Ульяновской области и Правительством Ульяновской области предложений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>о заключении соглашений, поступивших к ним в соответствии с частью 1 настоящей статьи, определяются нормативным правовым актом Губернатора Ульяновской области.</w:t>
      </w:r>
    </w:p>
    <w:p w:rsidR="008F3C42" w:rsidRPr="0056570A" w:rsidRDefault="008F3C42" w:rsidP="000A26E2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846131" w:rsidRDefault="008F3C42" w:rsidP="000A26E2">
      <w:pPr>
        <w:pStyle w:val="ConsPlusNormal"/>
        <w:spacing w:line="35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  <w:r w:rsidRPr="0056570A">
        <w:rPr>
          <w:rFonts w:ascii="Times New Roman" w:hAnsi="Times New Roman" w:cs="Times New Roman"/>
          <w:sz w:val="28"/>
          <w:szCs w:val="28"/>
        </w:rPr>
        <w:t xml:space="preserve">Статья 7. </w:t>
      </w:r>
      <w:r w:rsidRPr="00846131">
        <w:rPr>
          <w:rFonts w:ascii="Times New Roman" w:hAnsi="Times New Roman" w:cs="Times New Roman"/>
          <w:b/>
          <w:sz w:val="28"/>
          <w:szCs w:val="28"/>
        </w:rPr>
        <w:t>Подготовка проектов соглашений</w:t>
      </w:r>
    </w:p>
    <w:p w:rsidR="008F3C42" w:rsidRPr="00846131" w:rsidRDefault="008F3C42" w:rsidP="000A26E2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56570A" w:rsidRDefault="008F3C42" w:rsidP="000A26E2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70A">
        <w:rPr>
          <w:rFonts w:ascii="Times New Roman" w:hAnsi="Times New Roman" w:cs="Times New Roman"/>
          <w:sz w:val="28"/>
          <w:szCs w:val="28"/>
        </w:rPr>
        <w:t xml:space="preserve">Подготовка проектов соглашений в случае, если инициаторами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 xml:space="preserve">их заключения являются лица, указанные в пунктах 1 и 2 части 2 статьи 5 настоящего Закона, осуществляется подразделениями, образуемыми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56570A">
        <w:rPr>
          <w:rFonts w:ascii="Times New Roman" w:hAnsi="Times New Roman" w:cs="Times New Roman"/>
          <w:sz w:val="28"/>
          <w:szCs w:val="28"/>
        </w:rPr>
        <w:t>в Правительстве Ульяновской области, или сформированными Правительством Ульяновской области исполнительными органами государственной власти Ульяновской области в порядке, определённом нормативным правовым актом Губернатора Ульяновской области.</w:t>
      </w:r>
    </w:p>
    <w:p w:rsidR="008F3C42" w:rsidRPr="0056570A" w:rsidRDefault="008F3C42" w:rsidP="000A26E2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4"/>
      <w:bookmarkStart w:id="3" w:name="Par52"/>
      <w:bookmarkEnd w:id="2"/>
      <w:bookmarkEnd w:id="3"/>
    </w:p>
    <w:p w:rsidR="008F3C42" w:rsidRPr="0010640B" w:rsidRDefault="008F3C42" w:rsidP="000A26E2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70A">
        <w:rPr>
          <w:rFonts w:ascii="Times New Roman" w:hAnsi="Times New Roman" w:cs="Times New Roman"/>
          <w:sz w:val="28"/>
          <w:szCs w:val="28"/>
        </w:rPr>
        <w:t>Статья 8.</w:t>
      </w:r>
      <w:r w:rsidRPr="0010640B">
        <w:rPr>
          <w:rFonts w:ascii="Times New Roman" w:hAnsi="Times New Roman" w:cs="Times New Roman"/>
          <w:b/>
          <w:sz w:val="28"/>
          <w:szCs w:val="28"/>
        </w:rPr>
        <w:t xml:space="preserve"> Согласование проектов соглашений</w:t>
      </w:r>
    </w:p>
    <w:p w:rsidR="008F3C42" w:rsidRDefault="008F3C42" w:rsidP="000A26E2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38245F" w:rsidRDefault="008F3C42" w:rsidP="000A26E2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AA7737">
        <w:rPr>
          <w:rFonts w:ascii="Times New Roman" w:hAnsi="Times New Roman" w:cs="Times New Roman"/>
          <w:sz w:val="28"/>
          <w:szCs w:val="28"/>
        </w:rPr>
        <w:t xml:space="preserve">Проекты соглашений до их подписания подлежат согласованию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AA7737">
        <w:rPr>
          <w:rFonts w:ascii="Times New Roman" w:hAnsi="Times New Roman" w:cs="Times New Roman"/>
          <w:sz w:val="28"/>
          <w:szCs w:val="28"/>
        </w:rPr>
        <w:t>с заинтересованными федеральными органами исполнительной власти в порядке и сроки, установленные</w:t>
      </w:r>
      <w:r w:rsidRPr="00AA7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245F">
        <w:rPr>
          <w:rFonts w:ascii="Times New Roman" w:hAnsi="Times New Roman" w:cs="Times New Roman"/>
          <w:sz w:val="28"/>
          <w:szCs w:val="28"/>
        </w:rPr>
        <w:t xml:space="preserve">Федеральным законом «О координации международных и внешнеэкономических связей субъектов Российской Федерации». </w:t>
      </w:r>
    </w:p>
    <w:p w:rsidR="008F3C42" w:rsidRPr="0038245F" w:rsidRDefault="008F3C42" w:rsidP="000A26E2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38245F">
        <w:rPr>
          <w:rFonts w:ascii="Times New Roman" w:hAnsi="Times New Roman" w:cs="Times New Roman"/>
          <w:bCs/>
          <w:sz w:val="28"/>
          <w:szCs w:val="28"/>
        </w:rPr>
        <w:t xml:space="preserve">Проекты соглашения до их подписания согласовываются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38245F">
        <w:rPr>
          <w:rFonts w:ascii="Times New Roman" w:hAnsi="Times New Roman" w:cs="Times New Roman"/>
          <w:bCs/>
          <w:sz w:val="28"/>
          <w:szCs w:val="28"/>
        </w:rPr>
        <w:t>с уполномоченными представителями лиц, указанных в статье 2 настоящего Закона, в сроки и порядке, которые определяются по договорённости с ними.</w:t>
      </w:r>
    </w:p>
    <w:p w:rsidR="008F3C42" w:rsidRPr="0038245F" w:rsidRDefault="008F3C42" w:rsidP="000A26E2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45F">
        <w:rPr>
          <w:rFonts w:ascii="Times New Roman" w:hAnsi="Times New Roman" w:cs="Times New Roman"/>
          <w:sz w:val="28"/>
          <w:szCs w:val="28"/>
        </w:rPr>
        <w:t xml:space="preserve">3. Проекты соглашений с органами государственной власти иностранных государств до их подписания направляются на согласование с органами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38245F">
        <w:rPr>
          <w:rFonts w:ascii="Times New Roman" w:hAnsi="Times New Roman" w:cs="Times New Roman"/>
          <w:sz w:val="28"/>
          <w:szCs w:val="28"/>
        </w:rPr>
        <w:t xml:space="preserve">и представителями, указанными в частях 1 и 2 настоящей статьи, только </w:t>
      </w:r>
      <w:r>
        <w:rPr>
          <w:rFonts w:ascii="Times New Roman" w:hAnsi="Times New Roman" w:cs="Times New Roman"/>
          <w:sz w:val="28"/>
          <w:szCs w:val="28"/>
        </w:rPr>
        <w:br/>
      </w:r>
      <w:r w:rsidRPr="0038245F">
        <w:rPr>
          <w:rFonts w:ascii="Times New Roman" w:hAnsi="Times New Roman" w:cs="Times New Roman"/>
          <w:sz w:val="28"/>
          <w:szCs w:val="28"/>
        </w:rPr>
        <w:t xml:space="preserve">при наличии согласия Правительства Российской Федерации на осуществление Ульяновской областью международных и внешнеэкономических связей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8245F">
        <w:rPr>
          <w:rFonts w:ascii="Times New Roman" w:hAnsi="Times New Roman" w:cs="Times New Roman"/>
          <w:sz w:val="28"/>
          <w:szCs w:val="28"/>
        </w:rPr>
        <w:t xml:space="preserve">с органами государственной власти соответствующих иностранных государств. </w:t>
      </w:r>
      <w:r>
        <w:rPr>
          <w:rFonts w:ascii="Times New Roman" w:hAnsi="Times New Roman" w:cs="Times New Roman"/>
          <w:sz w:val="28"/>
          <w:szCs w:val="28"/>
        </w:rPr>
        <w:br/>
      </w:r>
      <w:r w:rsidRPr="0038245F">
        <w:rPr>
          <w:rFonts w:ascii="Times New Roman" w:hAnsi="Times New Roman" w:cs="Times New Roman"/>
          <w:sz w:val="28"/>
          <w:szCs w:val="28"/>
        </w:rPr>
        <w:t xml:space="preserve">В </w:t>
      </w:r>
      <w:r w:rsidRPr="001F75B6">
        <w:rPr>
          <w:rFonts w:ascii="Times New Roman" w:hAnsi="Times New Roman" w:cs="Times New Roman"/>
          <w:spacing w:val="-4"/>
          <w:sz w:val="28"/>
          <w:szCs w:val="28"/>
        </w:rPr>
        <w:t xml:space="preserve">случае неполучения согласия Правительства Российской Федерации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1F75B6">
        <w:rPr>
          <w:rFonts w:ascii="Times New Roman" w:hAnsi="Times New Roman" w:cs="Times New Roman"/>
          <w:spacing w:val="-4"/>
          <w:sz w:val="28"/>
          <w:szCs w:val="28"/>
        </w:rPr>
        <w:t xml:space="preserve">на осуществление Ульяновской областью указанных связей дальнейшая работа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1F75B6">
        <w:rPr>
          <w:rFonts w:ascii="Times New Roman" w:hAnsi="Times New Roman" w:cs="Times New Roman"/>
          <w:spacing w:val="-4"/>
          <w:sz w:val="28"/>
          <w:szCs w:val="28"/>
        </w:rPr>
        <w:t>над проектами соглашений с органами государственной власти иностранных государств прекращается. С предложениями о даче согласия на осуществление Ульяновской областью международных и внешнеэкономических связей с органами государственной власти соответствующих иностранных государств в Правительство Российской Федерации обращается Губернатор Ульяновской области.</w:t>
      </w:r>
      <w:r w:rsidRPr="00382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C42" w:rsidRPr="0038245F" w:rsidRDefault="008F3C42" w:rsidP="000A26E2">
      <w:pPr>
        <w:pStyle w:val="ConsPlusNormal"/>
        <w:spacing w:line="37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ar56"/>
      <w:bookmarkEnd w:id="4"/>
    </w:p>
    <w:p w:rsidR="008F3C42" w:rsidRPr="00846131" w:rsidRDefault="008F3C42" w:rsidP="000A26E2">
      <w:pPr>
        <w:pStyle w:val="ConsPlusNormal"/>
        <w:spacing w:line="37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8245F">
        <w:rPr>
          <w:rFonts w:ascii="Times New Roman" w:hAnsi="Times New Roman" w:cs="Times New Roman"/>
          <w:sz w:val="28"/>
          <w:szCs w:val="28"/>
        </w:rPr>
        <w:t xml:space="preserve">Статья 9. </w:t>
      </w:r>
      <w:r w:rsidRPr="00846131">
        <w:rPr>
          <w:rFonts w:ascii="Times New Roman" w:hAnsi="Times New Roman" w:cs="Times New Roman"/>
          <w:b/>
          <w:sz w:val="28"/>
          <w:szCs w:val="28"/>
        </w:rPr>
        <w:t>Заключение соглашений</w:t>
      </w:r>
    </w:p>
    <w:p w:rsidR="008F3C42" w:rsidRPr="00846131" w:rsidRDefault="008F3C42" w:rsidP="000A26E2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38245F" w:rsidRDefault="008F3C42" w:rsidP="000A26E2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45F">
        <w:rPr>
          <w:rFonts w:ascii="Times New Roman" w:hAnsi="Times New Roman" w:cs="Times New Roman"/>
          <w:sz w:val="28"/>
          <w:szCs w:val="28"/>
        </w:rPr>
        <w:t xml:space="preserve">1. Соглашения заключаются в письменной форме посредством составления одного документа, подписываемого сторонами. </w:t>
      </w:r>
    </w:p>
    <w:p w:rsidR="008F3C42" w:rsidRPr="0038245F" w:rsidRDefault="008F3C42" w:rsidP="005657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38245F">
        <w:rPr>
          <w:rFonts w:ascii="Times New Roman" w:hAnsi="Times New Roman"/>
          <w:sz w:val="28"/>
          <w:szCs w:val="28"/>
        </w:rPr>
        <w:t>Соглашения Ульяновской области и соглашения Правительства Ульяновской области подписываются Губернатором Ульяновской обла</w:t>
      </w:r>
      <w:r>
        <w:rPr>
          <w:rFonts w:ascii="Times New Roman" w:hAnsi="Times New Roman"/>
          <w:sz w:val="28"/>
          <w:szCs w:val="28"/>
        </w:rPr>
        <w:t xml:space="preserve">сти либо лицом, уполномоченным </w:t>
      </w:r>
      <w:r w:rsidRPr="0038245F">
        <w:rPr>
          <w:rFonts w:ascii="Times New Roman" w:hAnsi="Times New Roman"/>
          <w:sz w:val="28"/>
          <w:szCs w:val="28"/>
        </w:rPr>
        <w:t xml:space="preserve">на то Губернатором Ульяновской области. Губернатор Ульяновской области подписывает соглашения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38245F">
        <w:rPr>
          <w:rFonts w:ascii="Times New Roman" w:hAnsi="Times New Roman"/>
          <w:sz w:val="28"/>
          <w:szCs w:val="28"/>
        </w:rPr>
        <w:t>и Правительства Ульяновской области без предъявления полномочий. Иные лица подписывают соглашения Ульяновской области и Пра</w:t>
      </w:r>
      <w:r>
        <w:rPr>
          <w:rFonts w:ascii="Times New Roman" w:hAnsi="Times New Roman"/>
          <w:sz w:val="28"/>
          <w:szCs w:val="28"/>
        </w:rPr>
        <w:t xml:space="preserve">вительства Ульяновской области </w:t>
      </w:r>
      <w:r w:rsidRPr="0038245F">
        <w:rPr>
          <w:rFonts w:ascii="Times New Roman" w:hAnsi="Times New Roman"/>
          <w:sz w:val="28"/>
          <w:szCs w:val="28"/>
        </w:rPr>
        <w:t>на основании полномочий, выдаваемых Губернатором Ульяновской области.</w:t>
      </w:r>
    </w:p>
    <w:p w:rsidR="008F3C42" w:rsidRPr="0038245F" w:rsidRDefault="008F3C42" w:rsidP="005657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38245F">
        <w:rPr>
          <w:rFonts w:ascii="Times New Roman" w:hAnsi="Times New Roman"/>
          <w:sz w:val="28"/>
          <w:szCs w:val="28"/>
        </w:rPr>
        <w:t>Соглашения исполнительных органов подписывают руководители</w:t>
      </w:r>
      <w:r>
        <w:rPr>
          <w:rFonts w:ascii="Times New Roman" w:hAnsi="Times New Roman"/>
          <w:sz w:val="28"/>
          <w:szCs w:val="28"/>
        </w:rPr>
        <w:t xml:space="preserve"> сформированных Правительством </w:t>
      </w:r>
      <w:r w:rsidRPr="0038245F">
        <w:rPr>
          <w:rFonts w:ascii="Times New Roman" w:hAnsi="Times New Roman"/>
          <w:sz w:val="28"/>
          <w:szCs w:val="28"/>
        </w:rPr>
        <w:t xml:space="preserve">Ульяновской области соответствующих исполнительных органов государственной власти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38245F">
        <w:rPr>
          <w:rFonts w:ascii="Times New Roman" w:hAnsi="Times New Roman"/>
          <w:sz w:val="28"/>
          <w:szCs w:val="28"/>
        </w:rPr>
        <w:t>на основании полномочий, выдаваемых Губернатором Ульяновской области.</w:t>
      </w:r>
    </w:p>
    <w:p w:rsidR="008F3C42" w:rsidRPr="0038245F" w:rsidRDefault="008F3C42" w:rsidP="005657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245F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</w:t>
      </w:r>
      <w:r w:rsidRPr="0038245F">
        <w:rPr>
          <w:rFonts w:ascii="Times New Roman" w:hAnsi="Times New Roman"/>
          <w:bCs/>
          <w:sz w:val="28"/>
          <w:szCs w:val="28"/>
        </w:rPr>
        <w:t>Организация процедуры заключения соглашений (уведомление сторон, согласование программ мероприятий, списков делегаций сторон и другое) осуществляется по договорённости с уполномоченными представителями лиц, указанных в статье 2 настоящего Закона, и с учётом сроков и результатов согласования проектов соглашений.</w:t>
      </w:r>
    </w:p>
    <w:p w:rsidR="008F3C42" w:rsidRPr="0038245F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EA39DC" w:rsidRDefault="008F3C42" w:rsidP="0056570A">
      <w:pPr>
        <w:pStyle w:val="ConsPlusNormal"/>
        <w:ind w:left="2081" w:hanging="137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Par65"/>
      <w:bookmarkStart w:id="6" w:name="Par73"/>
      <w:bookmarkEnd w:id="5"/>
      <w:bookmarkEnd w:id="6"/>
      <w:r w:rsidRPr="0038245F">
        <w:rPr>
          <w:rFonts w:ascii="Times New Roman" w:hAnsi="Times New Roman" w:cs="Times New Roman"/>
          <w:sz w:val="28"/>
          <w:szCs w:val="28"/>
        </w:rPr>
        <w:t>Статья 10.</w:t>
      </w:r>
      <w:r w:rsidRPr="00EA39DC">
        <w:rPr>
          <w:rFonts w:ascii="Times New Roman" w:hAnsi="Times New Roman" w:cs="Times New Roman"/>
          <w:b/>
          <w:sz w:val="28"/>
          <w:szCs w:val="28"/>
        </w:rPr>
        <w:t xml:space="preserve"> Государственная регистрация соглашений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и внесённых в них изменений</w:t>
      </w:r>
    </w:p>
    <w:p w:rsidR="008F3C42" w:rsidRPr="00EA39DC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846131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45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 координации международных  </w:t>
      </w:r>
      <w:r>
        <w:rPr>
          <w:rFonts w:ascii="Times New Roman" w:hAnsi="Times New Roman" w:cs="Times New Roman"/>
          <w:sz w:val="28"/>
          <w:szCs w:val="28"/>
        </w:rPr>
        <w:br/>
      </w:r>
      <w:r w:rsidRPr="0038245F">
        <w:rPr>
          <w:rFonts w:ascii="Times New Roman" w:hAnsi="Times New Roman" w:cs="Times New Roman"/>
          <w:sz w:val="28"/>
          <w:szCs w:val="28"/>
        </w:rPr>
        <w:t xml:space="preserve">и внешнеэкономических связей субъектов Российской Федерации» соглашения, </w:t>
      </w:r>
      <w:r>
        <w:rPr>
          <w:rFonts w:ascii="Times New Roman" w:hAnsi="Times New Roman" w:cs="Times New Roman"/>
          <w:sz w:val="28"/>
          <w:szCs w:val="28"/>
        </w:rPr>
        <w:br/>
      </w:r>
      <w:r w:rsidRPr="0038245F">
        <w:rPr>
          <w:rFonts w:ascii="Times New Roman" w:hAnsi="Times New Roman" w:cs="Times New Roman"/>
          <w:sz w:val="28"/>
          <w:szCs w:val="28"/>
        </w:rPr>
        <w:t xml:space="preserve">а также внесённые в них изменения подлежат государственной регистрации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38245F">
        <w:rPr>
          <w:rFonts w:ascii="Times New Roman" w:hAnsi="Times New Roman" w:cs="Times New Roman"/>
          <w:sz w:val="28"/>
          <w:szCs w:val="28"/>
        </w:rPr>
        <w:t>в порядке, установленном Правительством Российской Федерации. Государственная регистрация соглашений и внесённых в них изменений является обязательным условием вступления их в силу для Ульяновской области.</w:t>
      </w:r>
    </w:p>
    <w:p w:rsidR="008F3C42" w:rsidRPr="00EA39DC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Par77"/>
      <w:bookmarkEnd w:id="7"/>
      <w:r w:rsidRPr="0038245F">
        <w:rPr>
          <w:rFonts w:ascii="Times New Roman" w:hAnsi="Times New Roman" w:cs="Times New Roman"/>
          <w:sz w:val="28"/>
          <w:szCs w:val="28"/>
        </w:rPr>
        <w:t>Статья 11.</w:t>
      </w:r>
      <w:r w:rsidRPr="00EA39DC">
        <w:rPr>
          <w:rFonts w:ascii="Times New Roman" w:hAnsi="Times New Roman" w:cs="Times New Roman"/>
          <w:b/>
          <w:sz w:val="28"/>
          <w:szCs w:val="28"/>
        </w:rPr>
        <w:t xml:space="preserve"> Опубликование соглашений</w:t>
      </w:r>
    </w:p>
    <w:p w:rsidR="008F3C42" w:rsidRPr="00EA39DC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38245F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38245F">
        <w:rPr>
          <w:rFonts w:ascii="Times New Roman" w:hAnsi="Times New Roman" w:cs="Times New Roman"/>
          <w:sz w:val="28"/>
          <w:szCs w:val="28"/>
        </w:rPr>
        <w:t>Соглашения, а также внесённые в них изменения подлежат официальному опубликованию в течение десяти дней со дня государственной регистрации соглашений или внесённых в них изменений соответственно.</w:t>
      </w:r>
    </w:p>
    <w:p w:rsidR="008F3C42" w:rsidRPr="0038245F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245F">
        <w:rPr>
          <w:rFonts w:ascii="Times New Roman" w:hAnsi="Times New Roman" w:cs="Times New Roman"/>
          <w:sz w:val="28"/>
          <w:szCs w:val="28"/>
        </w:rPr>
        <w:t>2. Официальным опубликованием соглашений, а также внесённых в них изменений считается первая публикация их полного текста в газетах «Народная газета» или «Ульяновская правда».</w:t>
      </w:r>
    </w:p>
    <w:p w:rsidR="008F3C42" w:rsidRPr="0038245F" w:rsidRDefault="008F3C42" w:rsidP="00DE3A8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846131" w:rsidRDefault="008F3C42" w:rsidP="00DE3A88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8245F">
        <w:rPr>
          <w:rFonts w:ascii="Times New Roman" w:hAnsi="Times New Roman" w:cs="Times New Roman"/>
          <w:sz w:val="28"/>
          <w:szCs w:val="28"/>
        </w:rPr>
        <w:t xml:space="preserve">Статья 12. </w:t>
      </w:r>
      <w:r w:rsidRPr="00846131">
        <w:rPr>
          <w:rFonts w:ascii="Times New Roman" w:hAnsi="Times New Roman" w:cs="Times New Roman"/>
          <w:b/>
          <w:sz w:val="28"/>
          <w:szCs w:val="28"/>
        </w:rPr>
        <w:t>Выполнение соглашений</w:t>
      </w:r>
    </w:p>
    <w:p w:rsidR="008F3C42" w:rsidRPr="00846131" w:rsidRDefault="008F3C42" w:rsidP="00DE3A8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38245F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45F">
        <w:rPr>
          <w:rFonts w:ascii="Times New Roman" w:hAnsi="Times New Roman" w:cs="Times New Roman"/>
          <w:sz w:val="28"/>
          <w:szCs w:val="28"/>
        </w:rPr>
        <w:t>Выполнение соглашений обеспечивается Правительством Ульяновской области и сформированными им исполнительными органами государственной власти Ульяновской области в соответствии с условиями соглашений, законодательством Российской Федерации и законодательством Ульяновской области.</w:t>
      </w:r>
    </w:p>
    <w:p w:rsidR="008F3C42" w:rsidRPr="0038245F" w:rsidRDefault="008F3C42" w:rsidP="00DE3A8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846131" w:rsidRDefault="008F3C42" w:rsidP="00DE3A88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8" w:name="Par90"/>
      <w:bookmarkEnd w:id="8"/>
      <w:r w:rsidRPr="0038245F">
        <w:rPr>
          <w:rFonts w:ascii="Times New Roman" w:hAnsi="Times New Roman" w:cs="Times New Roman"/>
          <w:sz w:val="28"/>
          <w:szCs w:val="28"/>
        </w:rPr>
        <w:t>Статья 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0F6D">
        <w:rPr>
          <w:rFonts w:ascii="Times New Roman" w:hAnsi="Times New Roman" w:cs="Times New Roman"/>
          <w:b/>
          <w:sz w:val="28"/>
          <w:szCs w:val="28"/>
        </w:rPr>
        <w:t>Из</w:t>
      </w:r>
      <w:r w:rsidRPr="00846131">
        <w:rPr>
          <w:rFonts w:ascii="Times New Roman" w:hAnsi="Times New Roman" w:cs="Times New Roman"/>
          <w:b/>
          <w:sz w:val="28"/>
          <w:szCs w:val="28"/>
        </w:rPr>
        <w:t>менение и расторжение соглашений</w:t>
      </w:r>
    </w:p>
    <w:p w:rsidR="008F3C42" w:rsidRPr="00846131" w:rsidRDefault="008F3C42" w:rsidP="00DE3A8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42" w:rsidRPr="0038245F" w:rsidRDefault="008F3C42" w:rsidP="00565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45F">
        <w:rPr>
          <w:rFonts w:ascii="Times New Roman" w:hAnsi="Times New Roman" w:cs="Times New Roman"/>
          <w:sz w:val="28"/>
          <w:szCs w:val="28"/>
        </w:rPr>
        <w:t>Изменение и расторжение соглашений осуществляется в порядке, установленном для их заключения, если иное не установлено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или не вытекает из существа соответствующих правоотношений</w:t>
      </w:r>
      <w:r w:rsidRPr="003824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3C42" w:rsidRPr="00DE3A88" w:rsidRDefault="008F3C42" w:rsidP="0056570A">
      <w:pPr>
        <w:pStyle w:val="ConsPlusNormal"/>
        <w:ind w:firstLine="540"/>
        <w:jc w:val="both"/>
        <w:rPr>
          <w:rFonts w:ascii="Times New Roman" w:hAnsi="Times New Roman" w:cs="Times New Roman"/>
          <w:sz w:val="16"/>
        </w:rPr>
      </w:pPr>
    </w:p>
    <w:p w:rsidR="008F3C42" w:rsidRDefault="008F3C42" w:rsidP="0056570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8F3C42" w:rsidRDefault="008F3C42" w:rsidP="0056570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8F3C42" w:rsidRDefault="008F3C42" w:rsidP="00891DBB">
      <w:pPr>
        <w:pStyle w:val="ConsPlusNormal"/>
        <w:tabs>
          <w:tab w:val="right" w:pos="9923"/>
        </w:tabs>
        <w:jc w:val="both"/>
        <w:rPr>
          <w:rFonts w:ascii="Times New Roman" w:hAnsi="Times New Roman"/>
          <w:b/>
          <w:sz w:val="28"/>
          <w:szCs w:val="28"/>
        </w:rPr>
      </w:pPr>
      <w:r w:rsidRPr="006E1C38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</w:rPr>
        <w:tab/>
      </w:r>
      <w:bookmarkStart w:id="9" w:name="_GoBack"/>
      <w:bookmarkEnd w:id="9"/>
      <w:r w:rsidRPr="006E1C38">
        <w:rPr>
          <w:rFonts w:ascii="Times New Roman" w:hAnsi="Times New Roman"/>
          <w:b/>
          <w:sz w:val="28"/>
          <w:szCs w:val="28"/>
        </w:rPr>
        <w:t>С.И.Морозов</w:t>
      </w:r>
    </w:p>
    <w:p w:rsidR="008F3C42" w:rsidRPr="00DE3A88" w:rsidRDefault="008F3C42" w:rsidP="00DE3A88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8F3C42" w:rsidRPr="00DE3A88" w:rsidRDefault="008F3C42" w:rsidP="00DE3A88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8F3C42" w:rsidRPr="00DE3A88" w:rsidRDefault="008F3C42" w:rsidP="00DE3A8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F3C42" w:rsidRPr="00FF40A6" w:rsidRDefault="008F3C42" w:rsidP="00DE3A8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bookmarkStart w:id="10" w:name="Par96"/>
      <w:bookmarkEnd w:id="10"/>
      <w:r w:rsidRPr="00FF40A6">
        <w:rPr>
          <w:rFonts w:ascii="Times New Roman" w:hAnsi="Times New Roman"/>
          <w:sz w:val="27"/>
          <w:szCs w:val="27"/>
        </w:rPr>
        <w:t>г. Ульяновск</w:t>
      </w:r>
    </w:p>
    <w:p w:rsidR="008F3C42" w:rsidRPr="00FF40A6" w:rsidRDefault="008F3C42" w:rsidP="00DE3A8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06 апреля </w:t>
      </w:r>
      <w:r w:rsidRPr="00FF40A6">
        <w:rPr>
          <w:rFonts w:ascii="Times New Roman" w:hAnsi="Times New Roman"/>
          <w:sz w:val="27"/>
          <w:szCs w:val="27"/>
        </w:rPr>
        <w:t>20</w:t>
      </w:r>
      <w:r w:rsidRPr="00112CB3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6</w:t>
      </w:r>
      <w:r w:rsidRPr="00FF40A6">
        <w:rPr>
          <w:rFonts w:ascii="Times New Roman" w:hAnsi="Times New Roman"/>
          <w:sz w:val="27"/>
          <w:szCs w:val="27"/>
        </w:rPr>
        <w:t xml:space="preserve"> г.</w:t>
      </w:r>
    </w:p>
    <w:p w:rsidR="008F3C42" w:rsidRPr="0056570A" w:rsidRDefault="008F3C42" w:rsidP="00DE3A88">
      <w:pPr>
        <w:spacing w:line="240" w:lineRule="auto"/>
        <w:jc w:val="center"/>
      </w:pPr>
      <w:r>
        <w:rPr>
          <w:rFonts w:ascii="Times New Roman" w:hAnsi="Times New Roman"/>
          <w:sz w:val="27"/>
          <w:szCs w:val="27"/>
        </w:rPr>
        <w:t>№ 37</w:t>
      </w:r>
      <w:r w:rsidRPr="00112CB3">
        <w:rPr>
          <w:rFonts w:ascii="Times New Roman" w:hAnsi="Times New Roman"/>
          <w:sz w:val="27"/>
          <w:szCs w:val="27"/>
        </w:rPr>
        <w:t>-</w:t>
      </w:r>
      <w:r w:rsidRPr="00FF40A6">
        <w:rPr>
          <w:rFonts w:ascii="Times New Roman" w:hAnsi="Times New Roman"/>
          <w:sz w:val="27"/>
          <w:szCs w:val="27"/>
        </w:rPr>
        <w:t>ЗО</w:t>
      </w:r>
      <w:r w:rsidRPr="009C2A4F">
        <w:rPr>
          <w:rFonts w:ascii="Tahoma" w:hAnsi="Tahoma" w:cs="Tahoma"/>
          <w:sz w:val="48"/>
          <w:szCs w:val="48"/>
        </w:rPr>
        <w:br/>
      </w:r>
    </w:p>
    <w:sectPr w:rsidR="008F3C42" w:rsidRPr="0056570A" w:rsidSect="00E636C2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C42" w:rsidRDefault="008F3C42" w:rsidP="0010640B">
      <w:pPr>
        <w:spacing w:after="0" w:line="240" w:lineRule="auto"/>
      </w:pPr>
      <w:r>
        <w:separator/>
      </w:r>
    </w:p>
  </w:endnote>
  <w:endnote w:type="continuationSeparator" w:id="0">
    <w:p w:rsidR="008F3C42" w:rsidRDefault="008F3C42" w:rsidP="00106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C42" w:rsidRDefault="008F3C42" w:rsidP="0010640B">
      <w:pPr>
        <w:spacing w:after="0" w:line="240" w:lineRule="auto"/>
      </w:pPr>
      <w:r>
        <w:separator/>
      </w:r>
    </w:p>
  </w:footnote>
  <w:footnote w:type="continuationSeparator" w:id="0">
    <w:p w:rsidR="008F3C42" w:rsidRDefault="008F3C42" w:rsidP="00106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C42" w:rsidRDefault="008F3C42">
    <w:pPr>
      <w:pStyle w:val="Header"/>
      <w:jc w:val="center"/>
    </w:pPr>
    <w:r w:rsidRPr="00E96C45">
      <w:rPr>
        <w:rFonts w:ascii="Times New Roman" w:hAnsi="Times New Roman"/>
        <w:sz w:val="28"/>
        <w:szCs w:val="28"/>
      </w:rPr>
      <w:fldChar w:fldCharType="begin"/>
    </w:r>
    <w:r w:rsidRPr="00E96C45">
      <w:rPr>
        <w:rFonts w:ascii="Times New Roman" w:hAnsi="Times New Roman"/>
        <w:sz w:val="28"/>
        <w:szCs w:val="28"/>
      </w:rPr>
      <w:instrText>PAGE   \* MERGEFORMAT</w:instrText>
    </w:r>
    <w:r w:rsidRPr="00E96C45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6</w:t>
    </w:r>
    <w:r w:rsidRPr="00E96C4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84FB4"/>
    <w:multiLevelType w:val="hybridMultilevel"/>
    <w:tmpl w:val="16B6B462"/>
    <w:lvl w:ilvl="0" w:tplc="5EA08FFA">
      <w:start w:val="1"/>
      <w:numFmt w:val="decimal"/>
      <w:lvlText w:val="%1."/>
      <w:lvlJc w:val="left"/>
      <w:pPr>
        <w:ind w:left="153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891149E"/>
    <w:multiLevelType w:val="hybridMultilevel"/>
    <w:tmpl w:val="56AC8068"/>
    <w:lvl w:ilvl="0" w:tplc="903488F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6AAB6713"/>
    <w:multiLevelType w:val="hybridMultilevel"/>
    <w:tmpl w:val="D1FE80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475F"/>
    <w:rsid w:val="00085674"/>
    <w:rsid w:val="00094808"/>
    <w:rsid w:val="00094BEE"/>
    <w:rsid w:val="000972BD"/>
    <w:rsid w:val="000A26E2"/>
    <w:rsid w:val="000D177A"/>
    <w:rsid w:val="000D5323"/>
    <w:rsid w:val="0010640B"/>
    <w:rsid w:val="00112CB3"/>
    <w:rsid w:val="00166913"/>
    <w:rsid w:val="00172D75"/>
    <w:rsid w:val="001D3446"/>
    <w:rsid w:val="001F75B6"/>
    <w:rsid w:val="00217368"/>
    <w:rsid w:val="00223BC8"/>
    <w:rsid w:val="002250C1"/>
    <w:rsid w:val="00254E28"/>
    <w:rsid w:val="00275D65"/>
    <w:rsid w:val="002902E1"/>
    <w:rsid w:val="002E0437"/>
    <w:rsid w:val="00314324"/>
    <w:rsid w:val="0034545D"/>
    <w:rsid w:val="0038245F"/>
    <w:rsid w:val="003E3E67"/>
    <w:rsid w:val="003E3FE2"/>
    <w:rsid w:val="003E5849"/>
    <w:rsid w:val="003F317B"/>
    <w:rsid w:val="003F3190"/>
    <w:rsid w:val="00402EE3"/>
    <w:rsid w:val="00404865"/>
    <w:rsid w:val="004075B1"/>
    <w:rsid w:val="00420B32"/>
    <w:rsid w:val="0044203B"/>
    <w:rsid w:val="00453A81"/>
    <w:rsid w:val="00454D7C"/>
    <w:rsid w:val="004724CA"/>
    <w:rsid w:val="004969BF"/>
    <w:rsid w:val="004C2AF7"/>
    <w:rsid w:val="0055466C"/>
    <w:rsid w:val="0056570A"/>
    <w:rsid w:val="005732F5"/>
    <w:rsid w:val="0059775F"/>
    <w:rsid w:val="005B0FB4"/>
    <w:rsid w:val="005B1B0E"/>
    <w:rsid w:val="005F0A63"/>
    <w:rsid w:val="005F3267"/>
    <w:rsid w:val="00615DA5"/>
    <w:rsid w:val="0061648A"/>
    <w:rsid w:val="00683BA3"/>
    <w:rsid w:val="006B4A66"/>
    <w:rsid w:val="006B76A9"/>
    <w:rsid w:val="006E1C38"/>
    <w:rsid w:val="006E3704"/>
    <w:rsid w:val="00702533"/>
    <w:rsid w:val="0070285C"/>
    <w:rsid w:val="007066B1"/>
    <w:rsid w:val="00755B36"/>
    <w:rsid w:val="00794AC2"/>
    <w:rsid w:val="007B3050"/>
    <w:rsid w:val="00822C3E"/>
    <w:rsid w:val="00846131"/>
    <w:rsid w:val="00890C2F"/>
    <w:rsid w:val="00891DBB"/>
    <w:rsid w:val="00891ECF"/>
    <w:rsid w:val="008C42BE"/>
    <w:rsid w:val="008E594B"/>
    <w:rsid w:val="008F31FB"/>
    <w:rsid w:val="008F3C42"/>
    <w:rsid w:val="00900F6D"/>
    <w:rsid w:val="00942BA0"/>
    <w:rsid w:val="00953FBF"/>
    <w:rsid w:val="0097107F"/>
    <w:rsid w:val="009905FE"/>
    <w:rsid w:val="009C2A4F"/>
    <w:rsid w:val="009F29C4"/>
    <w:rsid w:val="00A05F3B"/>
    <w:rsid w:val="00A10171"/>
    <w:rsid w:val="00A977B7"/>
    <w:rsid w:val="00AA7737"/>
    <w:rsid w:val="00AC710B"/>
    <w:rsid w:val="00AE0F2F"/>
    <w:rsid w:val="00B46601"/>
    <w:rsid w:val="00B60A1B"/>
    <w:rsid w:val="00B714AD"/>
    <w:rsid w:val="00B923DB"/>
    <w:rsid w:val="00BB4251"/>
    <w:rsid w:val="00BC231A"/>
    <w:rsid w:val="00BD78AF"/>
    <w:rsid w:val="00C0718D"/>
    <w:rsid w:val="00C32E78"/>
    <w:rsid w:val="00C72ECE"/>
    <w:rsid w:val="00C80404"/>
    <w:rsid w:val="00CB66F8"/>
    <w:rsid w:val="00CD58DC"/>
    <w:rsid w:val="00CE1B3D"/>
    <w:rsid w:val="00CF7D30"/>
    <w:rsid w:val="00D11855"/>
    <w:rsid w:val="00D15A29"/>
    <w:rsid w:val="00D42D38"/>
    <w:rsid w:val="00D87DF1"/>
    <w:rsid w:val="00DB5298"/>
    <w:rsid w:val="00DD624E"/>
    <w:rsid w:val="00DE3A88"/>
    <w:rsid w:val="00DF5678"/>
    <w:rsid w:val="00E1489F"/>
    <w:rsid w:val="00E2475F"/>
    <w:rsid w:val="00E434B1"/>
    <w:rsid w:val="00E636C2"/>
    <w:rsid w:val="00E96C45"/>
    <w:rsid w:val="00E971B5"/>
    <w:rsid w:val="00EA39DC"/>
    <w:rsid w:val="00EB3BEE"/>
    <w:rsid w:val="00ED1F83"/>
    <w:rsid w:val="00EE11A9"/>
    <w:rsid w:val="00EE1CB6"/>
    <w:rsid w:val="00F4435D"/>
    <w:rsid w:val="00F65F25"/>
    <w:rsid w:val="00F87AFF"/>
    <w:rsid w:val="00FC625A"/>
    <w:rsid w:val="00FF4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66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2475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314324"/>
    <w:pPr>
      <w:ind w:left="720"/>
      <w:contextualSpacing/>
    </w:pPr>
  </w:style>
  <w:style w:type="paragraph" w:customStyle="1" w:styleId="ConsPlusTitle">
    <w:name w:val="ConsPlusTitle"/>
    <w:uiPriority w:val="99"/>
    <w:rsid w:val="00BB425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45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5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06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0640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06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0640B"/>
    <w:rPr>
      <w:rFonts w:cs="Times New Roman"/>
    </w:rPr>
  </w:style>
  <w:style w:type="paragraph" w:styleId="NoSpacing">
    <w:name w:val="No Spacing"/>
    <w:link w:val="NoSpacingChar"/>
    <w:uiPriority w:val="99"/>
    <w:qFormat/>
    <w:rsid w:val="0010640B"/>
  </w:style>
  <w:style w:type="character" w:customStyle="1" w:styleId="NoSpacingChar">
    <w:name w:val="No Spacing Char"/>
    <w:basedOn w:val="DefaultParagraphFont"/>
    <w:link w:val="NoSpacing"/>
    <w:uiPriority w:val="99"/>
    <w:locked/>
    <w:rsid w:val="0010640B"/>
    <w:rPr>
      <w:rFonts w:cs="Times New Roman"/>
      <w:sz w:val="22"/>
      <w:szCs w:val="22"/>
      <w:lang w:val="ru-RU" w:eastAsia="ru-RU" w:bidi="ar-SA"/>
    </w:rPr>
  </w:style>
  <w:style w:type="paragraph" w:customStyle="1" w:styleId="ConsNormal">
    <w:name w:val="ConsNormal"/>
    <w:uiPriority w:val="99"/>
    <w:rsid w:val="00AC710B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5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6</Pages>
  <Words>1263</Words>
  <Characters>7926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Денис Валерьевич</dc:creator>
  <cp:keywords/>
  <dc:description/>
  <cp:lastModifiedBy>Пользователь</cp:lastModifiedBy>
  <cp:revision>26</cp:revision>
  <cp:lastPrinted>2016-03-31T06:20:00Z</cp:lastPrinted>
  <dcterms:created xsi:type="dcterms:W3CDTF">2016-03-17T12:06:00Z</dcterms:created>
  <dcterms:modified xsi:type="dcterms:W3CDTF">2016-04-14T08:32:00Z</dcterms:modified>
</cp:coreProperties>
</file>